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A6558" w:rsidRPr="00A84E09" w:rsidRDefault="004A6558" w:rsidP="00A84E09">
      <w:pPr>
        <w:spacing w:line="276" w:lineRule="auto"/>
        <w:jc w:val="right"/>
        <w:rPr>
          <w:rFonts w:ascii="RB Rational Neue Light" w:hAnsi="RB Rational Neue Light"/>
          <w:color w:val="000000" w:themeColor="text1"/>
          <w:sz w:val="18"/>
          <w:szCs w:val="18"/>
          <w:vertAlign w:val="subscript"/>
        </w:rPr>
      </w:pPr>
    </w:p>
    <w:p w:rsidR="00DE3EDB" w:rsidRPr="00A84E09" w:rsidRDefault="00DE3EDB" w:rsidP="00A84E09">
      <w:pPr>
        <w:spacing w:line="276" w:lineRule="auto"/>
        <w:jc w:val="right"/>
        <w:rPr>
          <w:rFonts w:ascii="RB Rational Neue Light" w:hAnsi="RB Rational Neue Light"/>
          <w:color w:val="000000" w:themeColor="text1"/>
          <w:sz w:val="18"/>
          <w:szCs w:val="18"/>
          <w:vertAlign w:val="subscript"/>
        </w:rPr>
      </w:pPr>
    </w:p>
    <w:p w:rsidR="00DE3EDB" w:rsidRPr="00A84E09" w:rsidRDefault="00DE3EDB" w:rsidP="00A84E09">
      <w:pPr>
        <w:spacing w:line="276" w:lineRule="auto"/>
        <w:jc w:val="right"/>
        <w:rPr>
          <w:rFonts w:ascii="RB Rational Neue Light" w:hAnsi="RB Rational Neue Light"/>
          <w:color w:val="000000" w:themeColor="text1"/>
          <w:sz w:val="18"/>
          <w:szCs w:val="18"/>
          <w:vertAlign w:val="subscript"/>
        </w:rPr>
      </w:pPr>
    </w:p>
    <w:p w:rsidR="00DE3EDB" w:rsidRPr="00A84E09" w:rsidRDefault="00DE3EDB" w:rsidP="00A84E09">
      <w:pPr>
        <w:spacing w:line="276" w:lineRule="auto"/>
        <w:jc w:val="right"/>
        <w:rPr>
          <w:rFonts w:ascii="RB Rational Neue Light" w:hAnsi="RB Rational Neue Light"/>
          <w:color w:val="000000" w:themeColor="text1"/>
          <w:sz w:val="18"/>
          <w:szCs w:val="18"/>
          <w:vertAlign w:val="subscript"/>
        </w:rPr>
      </w:pPr>
    </w:p>
    <w:p w:rsidR="004A6558" w:rsidRPr="00A84E09" w:rsidRDefault="004A6558" w:rsidP="00A84E09">
      <w:pPr>
        <w:tabs>
          <w:tab w:val="left" w:pos="0"/>
        </w:tabs>
        <w:spacing w:line="276" w:lineRule="auto"/>
        <w:jc w:val="right"/>
        <w:rPr>
          <w:rFonts w:ascii="RB Rational Neue Light" w:hAnsi="RB Rational Neue Light"/>
          <w:color w:val="000000" w:themeColor="text1"/>
          <w:sz w:val="18"/>
          <w:szCs w:val="18"/>
        </w:rPr>
      </w:pP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p>
    <w:p w:rsidR="003E7F1E" w:rsidRPr="00DB45F3" w:rsidRDefault="0070662D" w:rsidP="003E7F1E">
      <w:pPr>
        <w:spacing w:line="276" w:lineRule="auto"/>
        <w:rPr>
          <w:rFonts w:ascii="RB Rational Neue SemiBold" w:hAnsi="RB Rational Neue SemiBold" w:cs="Open Sans"/>
          <w:b/>
          <w:bCs/>
          <w:color w:val="000000" w:themeColor="text1"/>
          <w:sz w:val="24"/>
          <w:szCs w:val="24"/>
        </w:rPr>
      </w:pPr>
      <w:r w:rsidRPr="00DB45F3">
        <w:rPr>
          <w:rFonts w:ascii="RB Rational Neue SemiBold" w:hAnsi="RB Rational Neue SemiBold" w:cs="Open Sans"/>
          <w:b/>
          <w:bCs/>
          <w:color w:val="000000" w:themeColor="text1"/>
          <w:sz w:val="24"/>
          <w:szCs w:val="24"/>
        </w:rPr>
        <w:t>Biografie</w:t>
      </w:r>
    </w:p>
    <w:p w:rsidR="001909CD" w:rsidRPr="00DB45F3" w:rsidRDefault="00DB45F3" w:rsidP="00A84E09">
      <w:pPr>
        <w:tabs>
          <w:tab w:val="left" w:pos="3969"/>
          <w:tab w:val="left" w:pos="4536"/>
        </w:tabs>
        <w:spacing w:line="276" w:lineRule="auto"/>
        <w:rPr>
          <w:rFonts w:ascii="RB Vitruv Display" w:hAnsi="RB Vitruv Display" w:cs="Open Sans"/>
          <w:color w:val="000000" w:themeColor="text1"/>
          <w:sz w:val="28"/>
          <w:szCs w:val="28"/>
        </w:rPr>
      </w:pPr>
      <w:r w:rsidRPr="00DB45F3">
        <w:rPr>
          <w:rFonts w:ascii="RB Vitruv Display" w:hAnsi="RB Vitruv Display" w:cs="Open Sans"/>
          <w:b/>
          <w:bCs/>
          <w:color w:val="000000" w:themeColor="text1"/>
          <w:sz w:val="48"/>
          <w:szCs w:val="48"/>
        </w:rPr>
        <w:t>K</w:t>
      </w:r>
      <w:r>
        <w:rPr>
          <w:rFonts w:ascii="RB Vitruv Display" w:hAnsi="RB Vitruv Display" w:cs="Open Sans"/>
          <w:b/>
          <w:bCs/>
          <w:color w:val="000000" w:themeColor="text1"/>
          <w:sz w:val="48"/>
          <w:szCs w:val="48"/>
        </w:rPr>
        <w:t xml:space="preserve">öthener </w:t>
      </w:r>
      <w:proofErr w:type="spellStart"/>
      <w:r>
        <w:rPr>
          <w:rFonts w:ascii="RB Vitruv Display" w:hAnsi="RB Vitruv Display" w:cs="Open Sans"/>
          <w:b/>
          <w:bCs/>
          <w:color w:val="000000" w:themeColor="text1"/>
          <w:sz w:val="48"/>
          <w:szCs w:val="48"/>
        </w:rPr>
        <w:t>BachCollektiv</w:t>
      </w:r>
      <w:proofErr w:type="spellEnd"/>
      <w:r w:rsidR="001E06D8" w:rsidRPr="00DB45F3">
        <w:rPr>
          <w:rFonts w:ascii="RB Rational Neue Light" w:hAnsi="RB Rational Neue Light" w:cs="Open Sans"/>
          <w:color w:val="000000" w:themeColor="text1"/>
          <w:sz w:val="18"/>
          <w:szCs w:val="18"/>
        </w:rPr>
        <w:br/>
      </w:r>
    </w:p>
    <w:p w:rsidR="00DB45F3" w:rsidRDefault="00DB45F3" w:rsidP="00DB45F3">
      <w:pPr>
        <w:tabs>
          <w:tab w:val="left" w:pos="3047"/>
        </w:tabs>
        <w:spacing w:line="276" w:lineRule="auto"/>
        <w:rPr>
          <w:rFonts w:ascii="RB Rational Neue Light" w:hAnsi="RB Rational Neue Light" w:cs="Open Sans"/>
          <w:color w:val="000000" w:themeColor="text1"/>
          <w:sz w:val="18"/>
          <w:szCs w:val="18"/>
        </w:rPr>
      </w:pPr>
      <w:r w:rsidRPr="00DB45F3">
        <w:rPr>
          <w:rFonts w:ascii="RB Rational Neue Light" w:hAnsi="RB Rational Neue Light" w:cs="Open Sans"/>
          <w:color w:val="000000" w:themeColor="text1"/>
          <w:sz w:val="18"/>
          <w:szCs w:val="18"/>
        </w:rPr>
        <w:t>Ein außergewöhnliches Ensemble von engagierten, zugewandten und nahbaren Profis, Meisterinnen und Meistern ihres jeweiligen Faches, gleichzeitig erfahren und mit jugendlichem Elan –</w:t>
      </w:r>
      <w:r>
        <w:rPr>
          <w:rFonts w:ascii="RB Rational Neue Light" w:hAnsi="RB Rational Neue Light" w:cs="Open Sans"/>
          <w:color w:val="000000" w:themeColor="text1"/>
          <w:sz w:val="18"/>
          <w:szCs w:val="18"/>
        </w:rPr>
        <w:t xml:space="preserve"> </w:t>
      </w:r>
      <w:r w:rsidRPr="00DB45F3">
        <w:rPr>
          <w:rFonts w:ascii="RB Rational Neue Light" w:hAnsi="RB Rational Neue Light" w:cs="Open Sans"/>
          <w:color w:val="000000" w:themeColor="text1"/>
          <w:sz w:val="18"/>
          <w:szCs w:val="18"/>
        </w:rPr>
        <w:t xml:space="preserve">generationsübergreifend. Nach dem historischen Vorbild der Köthener Hofkapelle: </w:t>
      </w:r>
      <w:r>
        <w:rPr>
          <w:rFonts w:ascii="RB Rational Neue Light" w:hAnsi="RB Rational Neue Light" w:cs="Open Sans"/>
          <w:color w:val="000000" w:themeColor="text1"/>
          <w:sz w:val="18"/>
          <w:szCs w:val="18"/>
        </w:rPr>
        <w:t>K</w:t>
      </w:r>
      <w:r w:rsidRPr="00DB45F3">
        <w:rPr>
          <w:rFonts w:ascii="RB Rational Neue Light" w:hAnsi="RB Rational Neue Light" w:cs="Open Sans"/>
          <w:color w:val="000000" w:themeColor="text1"/>
          <w:sz w:val="18"/>
          <w:szCs w:val="18"/>
        </w:rPr>
        <w:t xml:space="preserve">lein besetzt, handverlesen und sehr experimentierfreudig. Das war die Vision von Midori Seiler und Folkert Uhde für das Köthener </w:t>
      </w:r>
      <w:proofErr w:type="spellStart"/>
      <w:r w:rsidRPr="00DB45F3">
        <w:rPr>
          <w:rFonts w:ascii="RB Rational Neue Light" w:hAnsi="RB Rational Neue Light" w:cs="Open Sans"/>
          <w:color w:val="000000" w:themeColor="text1"/>
          <w:sz w:val="18"/>
          <w:szCs w:val="18"/>
        </w:rPr>
        <w:t>BachCollektiv</w:t>
      </w:r>
      <w:proofErr w:type="spellEnd"/>
      <w:r w:rsidRPr="00DB45F3">
        <w:rPr>
          <w:rFonts w:ascii="RB Rational Neue Light" w:hAnsi="RB Rational Neue Light" w:cs="Open Sans"/>
          <w:color w:val="000000" w:themeColor="text1"/>
          <w:sz w:val="18"/>
          <w:szCs w:val="18"/>
        </w:rPr>
        <w:t>, das erstmals 2016 bei den Köthener Bachfesttagen auftrat. Schnell zeigte sich, dass diese Eigenschaften keine Wunschvorstellungen waren, sondern von der Realität noch übertroffen wurden. Neben der internationalen und intergenerationellen Zusammensetzung der Musikerinnen und Musiker prägt auch die inspirierende Atmosphäre der Stadt Köthen (Anhalt) das Ensemble – der Genius Loci wirkt, und der Geist der Bach-Zeit ist hier noch heute spürbar.</w:t>
      </w:r>
    </w:p>
    <w:p w:rsidR="00DB45F3" w:rsidRPr="00DB45F3" w:rsidRDefault="00DB45F3" w:rsidP="00DB45F3">
      <w:pPr>
        <w:tabs>
          <w:tab w:val="left" w:pos="3047"/>
        </w:tabs>
        <w:spacing w:line="276" w:lineRule="auto"/>
        <w:rPr>
          <w:rFonts w:ascii="RB Rational Neue Light" w:hAnsi="RB Rational Neue Light" w:cs="Open Sans"/>
          <w:color w:val="000000" w:themeColor="text1"/>
          <w:sz w:val="18"/>
          <w:szCs w:val="18"/>
        </w:rPr>
      </w:pPr>
    </w:p>
    <w:p w:rsidR="00DB45F3" w:rsidRDefault="00DB45F3" w:rsidP="00DB45F3">
      <w:pPr>
        <w:tabs>
          <w:tab w:val="left" w:pos="3047"/>
        </w:tabs>
        <w:spacing w:line="276" w:lineRule="auto"/>
        <w:rPr>
          <w:rFonts w:ascii="RB Rational Neue Light" w:hAnsi="RB Rational Neue Light" w:cs="Open Sans"/>
          <w:color w:val="000000" w:themeColor="text1"/>
          <w:sz w:val="18"/>
          <w:szCs w:val="18"/>
        </w:rPr>
      </w:pPr>
      <w:r w:rsidRPr="00DB45F3">
        <w:rPr>
          <w:rFonts w:ascii="RB Rational Neue Light" w:hAnsi="RB Rational Neue Light" w:cs="Open Sans"/>
          <w:color w:val="000000" w:themeColor="text1"/>
          <w:sz w:val="18"/>
          <w:szCs w:val="18"/>
        </w:rPr>
        <w:t xml:space="preserve">2020 stieß die Geigerin Mayumi </w:t>
      </w:r>
      <w:proofErr w:type="spellStart"/>
      <w:r w:rsidRPr="00DB45F3">
        <w:rPr>
          <w:rFonts w:ascii="RB Rational Neue Light" w:hAnsi="RB Rational Neue Light" w:cs="Open Sans"/>
          <w:color w:val="000000" w:themeColor="text1"/>
          <w:sz w:val="18"/>
          <w:szCs w:val="18"/>
        </w:rPr>
        <w:t>Hirasaki</w:t>
      </w:r>
      <w:proofErr w:type="spellEnd"/>
      <w:r w:rsidRPr="00DB45F3">
        <w:rPr>
          <w:rFonts w:ascii="RB Rational Neue Light" w:hAnsi="RB Rational Neue Light" w:cs="Open Sans"/>
          <w:color w:val="000000" w:themeColor="text1"/>
          <w:sz w:val="18"/>
          <w:szCs w:val="18"/>
        </w:rPr>
        <w:t xml:space="preserve"> als Co-Leiterin zum </w:t>
      </w:r>
      <w:proofErr w:type="spellStart"/>
      <w:r w:rsidRPr="00DB45F3">
        <w:rPr>
          <w:rFonts w:ascii="RB Rational Neue Light" w:hAnsi="RB Rational Neue Light" w:cs="Open Sans"/>
          <w:color w:val="000000" w:themeColor="text1"/>
          <w:sz w:val="18"/>
          <w:szCs w:val="18"/>
        </w:rPr>
        <w:t>BachCollektiv</w:t>
      </w:r>
      <w:proofErr w:type="spellEnd"/>
      <w:r w:rsidRPr="00DB45F3">
        <w:rPr>
          <w:rFonts w:ascii="RB Rational Neue Light" w:hAnsi="RB Rational Neue Light" w:cs="Open Sans"/>
          <w:color w:val="000000" w:themeColor="text1"/>
          <w:sz w:val="18"/>
          <w:szCs w:val="18"/>
        </w:rPr>
        <w:t xml:space="preserve">. Midori Seiler und Mayumi </w:t>
      </w:r>
      <w:proofErr w:type="spellStart"/>
      <w:r w:rsidRPr="00DB45F3">
        <w:rPr>
          <w:rFonts w:ascii="RB Rational Neue Light" w:hAnsi="RB Rational Neue Light" w:cs="Open Sans"/>
          <w:color w:val="000000" w:themeColor="text1"/>
          <w:sz w:val="18"/>
          <w:szCs w:val="18"/>
        </w:rPr>
        <w:t>Hirasaki</w:t>
      </w:r>
      <w:proofErr w:type="spellEnd"/>
      <w:r w:rsidRPr="00DB45F3">
        <w:rPr>
          <w:rFonts w:ascii="RB Rational Neue Light" w:hAnsi="RB Rational Neue Light" w:cs="Open Sans"/>
          <w:color w:val="000000" w:themeColor="text1"/>
          <w:sz w:val="18"/>
          <w:szCs w:val="18"/>
        </w:rPr>
        <w:t xml:space="preserve"> zählen inzwischen zu den gefragtesten Spezialistinnen der Barockvioline und sind Professorinnen an der Folkwang Universität der Künste in Essen sowie am Mozarteum Salzburg.</w:t>
      </w:r>
    </w:p>
    <w:p w:rsidR="00DB45F3" w:rsidRPr="00DB45F3" w:rsidRDefault="00DB45F3" w:rsidP="00DB45F3">
      <w:pPr>
        <w:tabs>
          <w:tab w:val="left" w:pos="3047"/>
        </w:tabs>
        <w:spacing w:line="276" w:lineRule="auto"/>
        <w:rPr>
          <w:rFonts w:ascii="RB Rational Neue Light" w:hAnsi="RB Rational Neue Light" w:cs="Open Sans"/>
          <w:color w:val="000000" w:themeColor="text1"/>
          <w:sz w:val="18"/>
          <w:szCs w:val="18"/>
        </w:rPr>
      </w:pPr>
    </w:p>
    <w:p w:rsidR="00DB45F3" w:rsidRPr="00DB45F3" w:rsidRDefault="00DB45F3" w:rsidP="00DB45F3">
      <w:pPr>
        <w:tabs>
          <w:tab w:val="left" w:pos="3047"/>
        </w:tabs>
        <w:spacing w:line="276" w:lineRule="auto"/>
        <w:rPr>
          <w:rFonts w:ascii="RB Rational Neue Light" w:hAnsi="RB Rational Neue Light" w:cs="Open Sans"/>
          <w:color w:val="000000" w:themeColor="text1"/>
          <w:sz w:val="18"/>
          <w:szCs w:val="18"/>
        </w:rPr>
      </w:pPr>
      <w:r w:rsidRPr="00DB45F3">
        <w:rPr>
          <w:rFonts w:ascii="RB Rational Neue Light" w:hAnsi="RB Rational Neue Light" w:cs="Open Sans"/>
          <w:color w:val="000000" w:themeColor="text1"/>
          <w:sz w:val="18"/>
          <w:szCs w:val="18"/>
        </w:rPr>
        <w:t xml:space="preserve">Von Beginn an arbeitete das Ensemble mit inspirierenden Gästen zusammen, darunter der Countertenor </w:t>
      </w:r>
      <w:proofErr w:type="spellStart"/>
      <w:r w:rsidRPr="00DB45F3">
        <w:rPr>
          <w:rFonts w:ascii="RB Rational Neue Light" w:hAnsi="RB Rational Neue Light" w:cs="Open Sans"/>
          <w:color w:val="000000" w:themeColor="text1"/>
          <w:sz w:val="18"/>
          <w:szCs w:val="18"/>
        </w:rPr>
        <w:t>Valer</w:t>
      </w:r>
      <w:proofErr w:type="spellEnd"/>
      <w:r w:rsidRPr="00DB45F3">
        <w:rPr>
          <w:rFonts w:ascii="RB Rational Neue Light" w:hAnsi="RB Rational Neue Light" w:cs="Open Sans"/>
          <w:color w:val="000000" w:themeColor="text1"/>
          <w:sz w:val="18"/>
          <w:szCs w:val="18"/>
        </w:rPr>
        <w:t xml:space="preserve"> </w:t>
      </w:r>
      <w:proofErr w:type="spellStart"/>
      <w:r w:rsidRPr="00DB45F3">
        <w:rPr>
          <w:rFonts w:ascii="RB Rational Neue Light" w:hAnsi="RB Rational Neue Light" w:cs="Open Sans"/>
          <w:color w:val="000000" w:themeColor="text1"/>
          <w:sz w:val="18"/>
          <w:szCs w:val="18"/>
        </w:rPr>
        <w:t>Sabadus</w:t>
      </w:r>
      <w:proofErr w:type="spellEnd"/>
      <w:r w:rsidRPr="00DB45F3">
        <w:rPr>
          <w:rFonts w:ascii="RB Rational Neue Light" w:hAnsi="RB Rational Neue Light" w:cs="Open Sans"/>
          <w:color w:val="000000" w:themeColor="text1"/>
          <w:sz w:val="18"/>
          <w:szCs w:val="18"/>
        </w:rPr>
        <w:t xml:space="preserve">, der Altus Terry Wey sowie die Sopranistinnen Hana </w:t>
      </w:r>
      <w:proofErr w:type="spellStart"/>
      <w:r w:rsidRPr="00DB45F3">
        <w:rPr>
          <w:rFonts w:ascii="RB Rational Neue Light" w:hAnsi="RB Rational Neue Light" w:cs="Open Sans"/>
          <w:color w:val="000000" w:themeColor="text1"/>
          <w:sz w:val="18"/>
          <w:szCs w:val="18"/>
        </w:rPr>
        <w:t>Blažíková</w:t>
      </w:r>
      <w:proofErr w:type="spellEnd"/>
      <w:r w:rsidRPr="00DB45F3">
        <w:rPr>
          <w:rFonts w:ascii="RB Rational Neue Light" w:hAnsi="RB Rational Neue Light" w:cs="Open Sans"/>
          <w:color w:val="000000" w:themeColor="text1"/>
          <w:sz w:val="18"/>
          <w:szCs w:val="18"/>
        </w:rPr>
        <w:t xml:space="preserve"> und Miriam </w:t>
      </w:r>
      <w:proofErr w:type="spellStart"/>
      <w:r w:rsidRPr="00DB45F3">
        <w:rPr>
          <w:rFonts w:ascii="RB Rational Neue Light" w:hAnsi="RB Rational Neue Light" w:cs="Open Sans"/>
          <w:color w:val="000000" w:themeColor="text1"/>
          <w:sz w:val="18"/>
          <w:szCs w:val="18"/>
        </w:rPr>
        <w:t>Feuersinger</w:t>
      </w:r>
      <w:proofErr w:type="spellEnd"/>
      <w:r w:rsidRPr="00DB45F3">
        <w:rPr>
          <w:rFonts w:ascii="RB Rational Neue Light" w:hAnsi="RB Rational Neue Light" w:cs="Open Sans"/>
          <w:color w:val="000000" w:themeColor="text1"/>
          <w:sz w:val="18"/>
          <w:szCs w:val="18"/>
        </w:rPr>
        <w:t>.</w:t>
      </w:r>
    </w:p>
    <w:p w:rsidR="00DB45F3" w:rsidRPr="00DB45F3" w:rsidRDefault="00DB45F3" w:rsidP="00DB45F3">
      <w:pPr>
        <w:tabs>
          <w:tab w:val="left" w:pos="3047"/>
        </w:tabs>
        <w:spacing w:line="276" w:lineRule="auto"/>
        <w:rPr>
          <w:rFonts w:ascii="RB Rational Neue Light" w:hAnsi="RB Rational Neue Light" w:cs="Open Sans"/>
          <w:color w:val="000000" w:themeColor="text1"/>
          <w:sz w:val="18"/>
          <w:szCs w:val="18"/>
        </w:rPr>
      </w:pPr>
      <w:r w:rsidRPr="00DB45F3">
        <w:rPr>
          <w:rFonts w:ascii="RB Rational Neue Light" w:hAnsi="RB Rational Neue Light" w:cs="Open Sans"/>
          <w:color w:val="000000" w:themeColor="text1"/>
          <w:sz w:val="18"/>
          <w:szCs w:val="18"/>
        </w:rPr>
        <w:t xml:space="preserve">Im April 2023 erschien die erste CD des Köthener </w:t>
      </w:r>
      <w:proofErr w:type="spellStart"/>
      <w:r w:rsidRPr="00DB45F3">
        <w:rPr>
          <w:rFonts w:ascii="RB Rational Neue Light" w:hAnsi="RB Rational Neue Light" w:cs="Open Sans"/>
          <w:color w:val="000000" w:themeColor="text1"/>
          <w:sz w:val="18"/>
          <w:szCs w:val="18"/>
        </w:rPr>
        <w:t>BachCollektivs</w:t>
      </w:r>
      <w:proofErr w:type="spellEnd"/>
      <w:r w:rsidRPr="00DB45F3">
        <w:rPr>
          <w:rFonts w:ascii="RB Rational Neue Light" w:hAnsi="RB Rational Neue Light" w:cs="Open Sans"/>
          <w:color w:val="000000" w:themeColor="text1"/>
          <w:sz w:val="18"/>
          <w:szCs w:val="18"/>
        </w:rPr>
        <w:t xml:space="preserve"> beim Label Berlin Classics, </w:t>
      </w:r>
      <w:proofErr w:type="gramStart"/>
      <w:r w:rsidRPr="00DB45F3">
        <w:rPr>
          <w:rFonts w:ascii="RB Rational Neue Light" w:hAnsi="RB Rational Neue Light" w:cs="Open Sans"/>
          <w:color w:val="000000" w:themeColor="text1"/>
          <w:sz w:val="18"/>
          <w:szCs w:val="18"/>
        </w:rPr>
        <w:t>auf der neue Bearbeitungen</w:t>
      </w:r>
      <w:proofErr w:type="gramEnd"/>
      <w:r w:rsidRPr="00DB45F3">
        <w:rPr>
          <w:rFonts w:ascii="RB Rational Neue Light" w:hAnsi="RB Rational Neue Light" w:cs="Open Sans"/>
          <w:color w:val="000000" w:themeColor="text1"/>
          <w:sz w:val="18"/>
          <w:szCs w:val="18"/>
        </w:rPr>
        <w:t xml:space="preserve"> von Bach-Konzerten mit bislang unentdecktem Repertoire der Köthener Hofkapelle kombiniert sind.</w:t>
      </w:r>
    </w:p>
    <w:p w:rsidR="00DB45F3" w:rsidRDefault="00DB45F3" w:rsidP="0070662D">
      <w:pPr>
        <w:tabs>
          <w:tab w:val="left" w:pos="4962"/>
        </w:tabs>
        <w:spacing w:line="276" w:lineRule="auto"/>
        <w:rPr>
          <w:rFonts w:ascii="RB Rational Neue SemiBold" w:hAnsi="RB Rational Neue SemiBold" w:cs="Open Sans"/>
          <w:b/>
          <w:bCs/>
          <w:color w:val="000000" w:themeColor="text1"/>
          <w:sz w:val="24"/>
          <w:szCs w:val="24"/>
        </w:rPr>
      </w:pPr>
    </w:p>
    <w:p w:rsidR="00DB45F3" w:rsidRDefault="00DB45F3" w:rsidP="0070662D">
      <w:pPr>
        <w:tabs>
          <w:tab w:val="left" w:pos="4962"/>
        </w:tabs>
        <w:spacing w:line="276" w:lineRule="auto"/>
        <w:rPr>
          <w:rFonts w:ascii="RB Rational Neue SemiBold" w:hAnsi="RB Rational Neue SemiBold" w:cs="Open Sans"/>
          <w:b/>
          <w:bCs/>
          <w:color w:val="000000" w:themeColor="text1"/>
          <w:sz w:val="24"/>
          <w:szCs w:val="24"/>
        </w:rPr>
      </w:pPr>
    </w:p>
    <w:p w:rsidR="00EE7DD1" w:rsidRPr="00BD304E" w:rsidRDefault="0070662D" w:rsidP="0070662D">
      <w:pPr>
        <w:tabs>
          <w:tab w:val="left" w:pos="4962"/>
        </w:tabs>
        <w:spacing w:line="276" w:lineRule="auto"/>
        <w:rPr>
          <w:rFonts w:ascii="RB Rational Neue Light" w:hAnsi="RB Rational Neue Light" w:cs="Open Sans"/>
          <w:color w:val="000000" w:themeColor="text1"/>
          <w:sz w:val="18"/>
          <w:szCs w:val="18"/>
        </w:rPr>
      </w:pPr>
      <w:r w:rsidRPr="00BD304E">
        <w:rPr>
          <w:rFonts w:ascii="RB Rational Neue Light" w:hAnsi="RB Rational Neue Light" w:cs="Open Sans"/>
          <w:color w:val="000000" w:themeColor="text1"/>
          <w:sz w:val="18"/>
          <w:szCs w:val="18"/>
        </w:rPr>
        <w:t xml:space="preserve">© </w:t>
      </w:r>
      <w:proofErr w:type="spellStart"/>
      <w:r w:rsidRPr="00BD304E">
        <w:rPr>
          <w:rFonts w:ascii="RB Rational Neue Light" w:hAnsi="RB Rational Neue Light" w:cs="Open Sans"/>
          <w:color w:val="000000" w:themeColor="text1"/>
          <w:sz w:val="18"/>
          <w:szCs w:val="18"/>
        </w:rPr>
        <w:t>Russ</w:t>
      </w:r>
      <w:proofErr w:type="spellEnd"/>
      <w:r w:rsidRPr="00BD304E">
        <w:rPr>
          <w:rFonts w:ascii="RB Rational Neue Light" w:hAnsi="RB Rational Neue Light" w:cs="Open Sans"/>
          <w:color w:val="000000" w:themeColor="text1"/>
          <w:sz w:val="18"/>
          <w:szCs w:val="18"/>
        </w:rPr>
        <w:t xml:space="preserve"> Artists</w:t>
      </w:r>
    </w:p>
    <w:sectPr w:rsidR="00EE7DD1" w:rsidRPr="00BD304E" w:rsidSect="003E7F1E">
      <w:headerReference w:type="default" r:id="rId8"/>
      <w:footerReference w:type="default" r:id="rId9"/>
      <w:headerReference w:type="first" r:id="rId10"/>
      <w:footerReference w:type="first" r:id="rId11"/>
      <w:pgSz w:w="11907" w:h="16840" w:code="9"/>
      <w:pgMar w:top="1417" w:right="1417" w:bottom="1134" w:left="1417" w:header="720" w:footer="414" w:gutter="0"/>
      <w:pgNumType w:fmt="numberInDash" w:start="2"/>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92EC5" w:rsidRDefault="00F92EC5">
      <w:r>
        <w:separator/>
      </w:r>
    </w:p>
  </w:endnote>
  <w:endnote w:type="continuationSeparator" w:id="0">
    <w:p w:rsidR="00F92EC5" w:rsidRDefault="00F92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oderne">
    <w:altName w:val="Calibri"/>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RB Rational Neue Light">
    <w:panose1 w:val="020B0604020202020204"/>
    <w:charset w:val="4D"/>
    <w:family w:val="auto"/>
    <w:notTrueType/>
    <w:pitch w:val="variable"/>
    <w:sig w:usb0="00000007" w:usb1="00000001" w:usb2="00000000" w:usb3="00000000" w:csb0="00000093" w:csb1="00000000"/>
  </w:font>
  <w:font w:name="RB Rational Neue SemiBold">
    <w:panose1 w:val="00000700000000000000"/>
    <w:charset w:val="4D"/>
    <w:family w:val="auto"/>
    <w:notTrueType/>
    <w:pitch w:val="variable"/>
    <w:sig w:usb0="00000007" w:usb1="00000001" w:usb2="00000000" w:usb3="00000000" w:csb0="00000093" w:csb1="00000000"/>
  </w:font>
  <w:font w:name="Open Sans">
    <w:panose1 w:val="020B0606030504020204"/>
    <w:charset w:val="00"/>
    <w:family w:val="swiss"/>
    <w:pitch w:val="variable"/>
    <w:sig w:usb0="E00002EF" w:usb1="4000205B" w:usb2="00000028" w:usb3="00000000" w:csb0="0000019F" w:csb1="00000000"/>
  </w:font>
  <w:font w:name="RB Vitruv Display">
    <w:panose1 w:val="00000506000000000000"/>
    <w:charset w:val="4D"/>
    <w:family w:val="auto"/>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909CD" w:rsidRPr="00A84E09" w:rsidRDefault="001909CD" w:rsidP="001909CD">
    <w:pPr>
      <w:pStyle w:val="Fuzeile"/>
      <w:rPr>
        <w:rFonts w:ascii="RB Rational Neue Light" w:hAnsi="RB Rational Neue Light"/>
        <w:sz w:val="14"/>
        <w:szCs w:val="14"/>
      </w:rPr>
    </w:pPr>
    <w:proofErr w:type="spellStart"/>
    <w:r>
      <w:rPr>
        <w:rFonts w:ascii="RB Rational Neue Light" w:hAnsi="RB Rational Neue Light"/>
        <w:sz w:val="14"/>
        <w:szCs w:val="14"/>
      </w:rPr>
      <w:t>Russ</w:t>
    </w:r>
    <w:proofErr w:type="spellEnd"/>
    <w:r>
      <w:rPr>
        <w:rFonts w:ascii="RB Rational Neue Light" w:hAnsi="RB Rational Neue Light"/>
        <w:sz w:val="14"/>
        <w:szCs w:val="14"/>
      </w:rPr>
      <w:t xml:space="preserve"> Artists</w:t>
    </w:r>
    <w:r w:rsidRPr="00A84E09">
      <w:rPr>
        <w:rFonts w:ascii="RB Rational Neue Light" w:hAnsi="RB Rational Neue Light"/>
        <w:sz w:val="14"/>
        <w:szCs w:val="14"/>
      </w:rPr>
      <w:t xml:space="preserve"> • Inh. Konzertdirektion </w:t>
    </w:r>
    <w:proofErr w:type="spellStart"/>
    <w:r w:rsidRPr="00A84E09">
      <w:rPr>
        <w:rFonts w:ascii="RB Rational Neue Light" w:hAnsi="RB Rational Neue Light"/>
        <w:sz w:val="14"/>
        <w:szCs w:val="14"/>
      </w:rPr>
      <w:t>Russ</w:t>
    </w:r>
    <w:proofErr w:type="spellEnd"/>
    <w:r w:rsidRPr="00A84E09">
      <w:rPr>
        <w:rFonts w:ascii="RB Rational Neue Light" w:hAnsi="RB Rational Neue Light"/>
        <w:sz w:val="14"/>
        <w:szCs w:val="14"/>
      </w:rPr>
      <w:t xml:space="preserve"> GmbH &amp; Co. KG • Charlottenplatz 17 • 70173 Stuttgart</w:t>
    </w:r>
    <w:r w:rsidRPr="00A84E09">
      <w:rPr>
        <w:rFonts w:ascii="RB Rational Neue Light" w:hAnsi="RB Rational Neue Light"/>
        <w:sz w:val="14"/>
        <w:szCs w:val="14"/>
      </w:rPr>
      <w:br/>
      <w:t xml:space="preserve">Tel. +49 (0)711 722 344-0 • </w:t>
    </w:r>
    <w:r>
      <w:rPr>
        <w:rFonts w:ascii="RB Rational Neue Light" w:hAnsi="RB Rational Neue Light"/>
        <w:sz w:val="14"/>
        <w:szCs w:val="14"/>
      </w:rPr>
      <w:t>info@russ-artists.de</w:t>
    </w:r>
    <w:r w:rsidRPr="00A84E09">
      <w:rPr>
        <w:rFonts w:ascii="RB Rational Neue Light" w:hAnsi="RB Rational Neue Light"/>
        <w:sz w:val="14"/>
        <w:szCs w:val="14"/>
      </w:rPr>
      <w:t xml:space="preserve"> • www.</w:t>
    </w:r>
    <w:r>
      <w:rPr>
        <w:rFonts w:ascii="RB Rational Neue Light" w:hAnsi="RB Rational Neue Light"/>
        <w:sz w:val="14"/>
        <w:szCs w:val="14"/>
      </w:rPr>
      <w:t>russ-artists.de</w:t>
    </w:r>
  </w:p>
  <w:p w:rsidR="004A6558" w:rsidRPr="006D12AB" w:rsidRDefault="004A6558">
    <w:pPr>
      <w:pStyle w:val="Fuzeile"/>
      <w:jc w:val="right"/>
      <w:rPr>
        <w:rFonts w:ascii="RB Rational Neue Light" w:hAnsi="RB Rational Neue Ligh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84E09" w:rsidRPr="00A84E09" w:rsidRDefault="00A84E09" w:rsidP="00A84E09">
    <w:pPr>
      <w:pStyle w:val="Fuzeile"/>
      <w:rPr>
        <w:rFonts w:ascii="RB Rational Neue Light" w:hAnsi="RB Rational Neue Light"/>
        <w:sz w:val="14"/>
        <w:szCs w:val="14"/>
      </w:rPr>
    </w:pPr>
    <w:r w:rsidRPr="00A84E09">
      <w:rPr>
        <w:rFonts w:ascii="RB Rational Neue Light" w:hAnsi="RB Rational Neue Light"/>
        <w:sz w:val="14"/>
        <w:szCs w:val="14"/>
      </w:rPr>
      <w:t xml:space="preserve">Konzertdirektion </w:t>
    </w:r>
    <w:proofErr w:type="spellStart"/>
    <w:r w:rsidRPr="00A84E09">
      <w:rPr>
        <w:rFonts w:ascii="RB Rational Neue Light" w:hAnsi="RB Rational Neue Light"/>
        <w:sz w:val="14"/>
        <w:szCs w:val="14"/>
      </w:rPr>
      <w:t>Russ</w:t>
    </w:r>
    <w:proofErr w:type="spellEnd"/>
    <w:r w:rsidRPr="00A84E09">
      <w:rPr>
        <w:rFonts w:ascii="RB Rational Neue Light" w:hAnsi="RB Rational Neue Light"/>
        <w:sz w:val="14"/>
        <w:szCs w:val="14"/>
      </w:rPr>
      <w:t xml:space="preserve"> GmbH &amp; Co. KG • Charlottenplatz 17 • 70173 Stuttgart</w:t>
    </w:r>
    <w:r w:rsidRPr="00A84E09">
      <w:rPr>
        <w:rFonts w:ascii="RB Rational Neue Light" w:hAnsi="RB Rational Neue Light"/>
        <w:sz w:val="14"/>
        <w:szCs w:val="14"/>
      </w:rPr>
      <w:br/>
      <w:t xml:space="preserve">Tel. +49 (0)711 722 344-0 • </w:t>
    </w:r>
    <w:r w:rsidR="001909CD">
      <w:rPr>
        <w:rFonts w:ascii="RB Rational Neue Light" w:hAnsi="RB Rational Neue Light"/>
        <w:sz w:val="14"/>
        <w:szCs w:val="14"/>
      </w:rPr>
      <w:t>info@russ-artists.de</w:t>
    </w:r>
    <w:r w:rsidRPr="00A84E09">
      <w:rPr>
        <w:rFonts w:ascii="RB Rational Neue Light" w:hAnsi="RB Rational Neue Light"/>
        <w:sz w:val="14"/>
        <w:szCs w:val="14"/>
      </w:rPr>
      <w:t xml:space="preserve"> • www.</w:t>
    </w:r>
    <w:r w:rsidR="001909CD">
      <w:rPr>
        <w:rFonts w:ascii="RB Rational Neue Light" w:hAnsi="RB Rational Neue Light"/>
        <w:sz w:val="14"/>
        <w:szCs w:val="14"/>
      </w:rPr>
      <w:t>russ-artists.de</w:t>
    </w:r>
  </w:p>
  <w:p w:rsidR="00361B1A" w:rsidRDefault="00361B1A" w:rsidP="00BA042B">
    <w:pPr>
      <w:pStyle w:val="Fuzeile"/>
    </w:pPr>
    <w:r w:rsidRPr="006D12AB">
      <w:rPr>
        <w:rFonts w:ascii="RB Rational Neue Light" w:hAnsi="RB Rational Neue Light"/>
        <w:noProof/>
        <w:sz w:val="22"/>
        <w:szCs w:val="22"/>
      </w:rPr>
      <mc:AlternateContent>
        <mc:Choice Requires="wps">
          <w:drawing>
            <wp:anchor distT="45720" distB="45720" distL="114300" distR="114300" simplePos="0" relativeHeight="251667456" behindDoc="1" locked="0" layoutInCell="1" allowOverlap="1" wp14:anchorId="7C7DDD4D" wp14:editId="7F18AE79">
              <wp:simplePos x="0" y="0"/>
              <wp:positionH relativeFrom="column">
                <wp:posOffset>7135340</wp:posOffset>
              </wp:positionH>
              <wp:positionV relativeFrom="paragraph">
                <wp:posOffset>-1278255</wp:posOffset>
              </wp:positionV>
              <wp:extent cx="2575560" cy="1381760"/>
              <wp:effectExtent l="0" t="0" r="15240" b="15240"/>
              <wp:wrapTight wrapText="bothSides">
                <wp:wrapPolygon edited="0">
                  <wp:start x="0" y="0"/>
                  <wp:lineTo x="0" y="21640"/>
                  <wp:lineTo x="21621" y="21640"/>
                  <wp:lineTo x="21621" y="0"/>
                  <wp:lineTo x="0" y="0"/>
                </wp:wrapPolygon>
              </wp:wrapTight>
              <wp:docPr id="190028096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5560" cy="1381760"/>
                      </a:xfrm>
                      <a:prstGeom prst="rect">
                        <a:avLst/>
                      </a:prstGeom>
                      <a:solidFill>
                        <a:srgbClr val="FFFFFF"/>
                      </a:solidFill>
                      <a:ln w="9525">
                        <a:solidFill>
                          <a:srgbClr val="FFFFFF"/>
                        </a:solidFill>
                        <a:miter lim="800000"/>
                        <a:headEnd/>
                        <a:tailEnd/>
                      </a:ln>
                    </wps:spPr>
                    <wps:txbx>
                      <w:txbxContent>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SKS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GmbH, Charlottenplatz 17, 70173 Stuttgart </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Geschäftsführer: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Michaela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Paul Woog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HRB Nr. 14984, Amtsgericht Stuttgart </w:t>
                          </w:r>
                          <w:proofErr w:type="spellStart"/>
                          <w:r w:rsidRPr="00BA042B">
                            <w:rPr>
                              <w:rFonts w:ascii="RB Rational Neue Light" w:hAnsi="RB Rational Neue Light"/>
                              <w:sz w:val="12"/>
                              <w:szCs w:val="12"/>
                              <w:vertAlign w:val="subscript"/>
                            </w:rPr>
                            <w:t>Ust</w:t>
                          </w:r>
                          <w:proofErr w:type="spellEnd"/>
                          <w:r w:rsidRPr="00BA042B">
                            <w:rPr>
                              <w:rFonts w:ascii="RB Rational Neue Light" w:hAnsi="RB Rational Neue Light"/>
                              <w:sz w:val="12"/>
                              <w:szCs w:val="12"/>
                              <w:vertAlign w:val="subscript"/>
                            </w:rPr>
                            <w:t>-ID: DE 147 867 476</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Bankverbindung: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Landesbank Baden-Württemberg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IBAN: DE22 6005 0101 0002 1787 65</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BIC: SOLADEST600</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Mitglied im Bundesverband der Konzert- und Veranstaltungswirtschaft e. V. und </w:t>
                          </w:r>
                          <w:proofErr w:type="spellStart"/>
                          <w:r w:rsidRPr="00BA042B">
                            <w:rPr>
                              <w:rFonts w:ascii="RB Rational Neue Light" w:hAnsi="RB Rational Neue Light"/>
                              <w:sz w:val="12"/>
                              <w:szCs w:val="12"/>
                              <w:vertAlign w:val="subscript"/>
                            </w:rPr>
                            <w:t>Association</w:t>
                          </w:r>
                          <w:proofErr w:type="spellEnd"/>
                          <w:r w:rsidRPr="00BA042B">
                            <w:rPr>
                              <w:rFonts w:ascii="RB Rational Neue Light" w:hAnsi="RB Rational Neue Light"/>
                              <w:sz w:val="12"/>
                              <w:szCs w:val="12"/>
                              <w:vertAlign w:val="subscript"/>
                            </w:rPr>
                            <w:t xml:space="preserve"> </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Européenne des </w:t>
                          </w:r>
                          <w:proofErr w:type="spellStart"/>
                          <w:r w:rsidRPr="00BA042B">
                            <w:rPr>
                              <w:rFonts w:ascii="RB Rational Neue Light" w:hAnsi="RB Rational Neue Light"/>
                              <w:sz w:val="12"/>
                              <w:szCs w:val="12"/>
                              <w:vertAlign w:val="subscript"/>
                            </w:rPr>
                            <w:t>Agents</w:t>
                          </w:r>
                          <w:proofErr w:type="spellEnd"/>
                          <w:r w:rsidRPr="00BA042B">
                            <w:rPr>
                              <w:rFonts w:ascii="RB Rational Neue Light" w:hAnsi="RB Rational Neue Light"/>
                              <w:sz w:val="12"/>
                              <w:szCs w:val="12"/>
                              <w:vertAlign w:val="subscript"/>
                            </w:rPr>
                            <w:t xml:space="preserve"> </w:t>
                          </w:r>
                          <w:proofErr w:type="spellStart"/>
                          <w:r w:rsidRPr="00BA042B">
                            <w:rPr>
                              <w:rFonts w:ascii="RB Rational Neue Light" w:hAnsi="RB Rational Neue Light"/>
                              <w:sz w:val="12"/>
                              <w:szCs w:val="12"/>
                              <w:vertAlign w:val="subscript"/>
                            </w:rPr>
                            <w:t>Artistiques</w:t>
                          </w:r>
                          <w:proofErr w:type="spellEnd"/>
                        </w:p>
                        <w:p w:rsidR="00361B1A" w:rsidRPr="00BA042B" w:rsidRDefault="00361B1A" w:rsidP="00184567">
                          <w:pPr>
                            <w:tabs>
                              <w:tab w:val="left" w:pos="142"/>
                            </w:tabs>
                            <w:rPr>
                              <w:color w:val="000000" w:themeColor="text1"/>
                              <w:sz w:val="12"/>
                              <w:szCs w:val="12"/>
                              <w:vertAlign w:val="subscript"/>
                            </w:rPr>
                          </w:pPr>
                        </w:p>
                        <w:p w:rsidR="00361B1A" w:rsidRPr="00BA042B" w:rsidRDefault="00361B1A" w:rsidP="00184567">
                          <w:pPr>
                            <w:tabs>
                              <w:tab w:val="left" w:pos="142"/>
                            </w:tabs>
                            <w:rPr>
                              <w:sz w:val="12"/>
                              <w:szCs w:val="12"/>
                              <w:vertAlign w:val="subscript"/>
                            </w:rPr>
                          </w:pPr>
                        </w:p>
                        <w:p w:rsidR="00361B1A" w:rsidRPr="00BA042B" w:rsidRDefault="00361B1A" w:rsidP="00184567">
                          <w:pPr>
                            <w:tabs>
                              <w:tab w:val="left" w:pos="142"/>
                            </w:tabs>
                            <w:rPr>
                              <w:sz w:val="12"/>
                              <w:szCs w:val="12"/>
                              <w:vertAlign w:val="subscript"/>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C7DDD4D" id="_x0000_t202" coordsize="21600,21600" o:spt="202" path="m,l,21600r21600,l21600,xe">
              <v:stroke joinstyle="miter"/>
              <v:path gradientshapeok="t" o:connecttype="rect"/>
            </v:shapetype>
            <v:shape id="Textfeld 2" o:spid="_x0000_s1026" type="#_x0000_t202" style="position:absolute;margin-left:561.85pt;margin-top:-100.65pt;width:202.8pt;height:108.8pt;z-index:-2516490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" strokecolor="white">
              <v:textbox>
                <w:txbxContent>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SKS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GmbH, Charlottenplatz 17, 70173 Stuttgart </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Geschäftsführer: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Michaela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Paul Woog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HRB Nr. 14984, Amtsgericht Stuttgart </w:t>
                    </w:r>
                    <w:proofErr w:type="spellStart"/>
                    <w:r w:rsidRPr="00BA042B">
                      <w:rPr>
                        <w:rFonts w:ascii="RB Rational Neue Light" w:hAnsi="RB Rational Neue Light"/>
                        <w:sz w:val="12"/>
                        <w:szCs w:val="12"/>
                        <w:vertAlign w:val="subscript"/>
                      </w:rPr>
                      <w:t>Ust</w:t>
                    </w:r>
                    <w:proofErr w:type="spellEnd"/>
                    <w:r w:rsidRPr="00BA042B">
                      <w:rPr>
                        <w:rFonts w:ascii="RB Rational Neue Light" w:hAnsi="RB Rational Neue Light"/>
                        <w:sz w:val="12"/>
                        <w:szCs w:val="12"/>
                        <w:vertAlign w:val="subscript"/>
                      </w:rPr>
                      <w:t>-ID: DE 147 867 476</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Bankverbindung: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Landesbank Baden-Württemberg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IBAN: DE22 6005 0101 0002 1787 65</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BIC: SOLADEST600</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Mitglied im Bundesverband der Konzert- und Veranstaltungswirtschaft e. V. und </w:t>
                    </w:r>
                    <w:proofErr w:type="spellStart"/>
                    <w:r w:rsidRPr="00BA042B">
                      <w:rPr>
                        <w:rFonts w:ascii="RB Rational Neue Light" w:hAnsi="RB Rational Neue Light"/>
                        <w:sz w:val="12"/>
                        <w:szCs w:val="12"/>
                        <w:vertAlign w:val="subscript"/>
                      </w:rPr>
                      <w:t>Association</w:t>
                    </w:r>
                    <w:proofErr w:type="spellEnd"/>
                    <w:r w:rsidRPr="00BA042B">
                      <w:rPr>
                        <w:rFonts w:ascii="RB Rational Neue Light" w:hAnsi="RB Rational Neue Light"/>
                        <w:sz w:val="12"/>
                        <w:szCs w:val="12"/>
                        <w:vertAlign w:val="subscript"/>
                      </w:rPr>
                      <w:t xml:space="preserve"> </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Européenne des </w:t>
                    </w:r>
                    <w:proofErr w:type="spellStart"/>
                    <w:r w:rsidRPr="00BA042B">
                      <w:rPr>
                        <w:rFonts w:ascii="RB Rational Neue Light" w:hAnsi="RB Rational Neue Light"/>
                        <w:sz w:val="12"/>
                        <w:szCs w:val="12"/>
                        <w:vertAlign w:val="subscript"/>
                      </w:rPr>
                      <w:t>Agents</w:t>
                    </w:r>
                    <w:proofErr w:type="spellEnd"/>
                    <w:r w:rsidRPr="00BA042B">
                      <w:rPr>
                        <w:rFonts w:ascii="RB Rational Neue Light" w:hAnsi="RB Rational Neue Light"/>
                        <w:sz w:val="12"/>
                        <w:szCs w:val="12"/>
                        <w:vertAlign w:val="subscript"/>
                      </w:rPr>
                      <w:t xml:space="preserve"> </w:t>
                    </w:r>
                    <w:proofErr w:type="spellStart"/>
                    <w:r w:rsidRPr="00BA042B">
                      <w:rPr>
                        <w:rFonts w:ascii="RB Rational Neue Light" w:hAnsi="RB Rational Neue Light"/>
                        <w:sz w:val="12"/>
                        <w:szCs w:val="12"/>
                        <w:vertAlign w:val="subscript"/>
                      </w:rPr>
                      <w:t>Artistiques</w:t>
                    </w:r>
                    <w:proofErr w:type="spellEnd"/>
                  </w:p>
                  <w:p w:rsidR="00361B1A" w:rsidRPr="00BA042B" w:rsidRDefault="00361B1A" w:rsidP="00184567">
                    <w:pPr>
                      <w:tabs>
                        <w:tab w:val="left" w:pos="142"/>
                      </w:tabs>
                      <w:rPr>
                        <w:color w:val="000000" w:themeColor="text1"/>
                        <w:sz w:val="12"/>
                        <w:szCs w:val="12"/>
                        <w:vertAlign w:val="subscript"/>
                      </w:rPr>
                    </w:pPr>
                  </w:p>
                  <w:p w:rsidR="00361B1A" w:rsidRPr="00BA042B" w:rsidRDefault="00361B1A" w:rsidP="00184567">
                    <w:pPr>
                      <w:tabs>
                        <w:tab w:val="left" w:pos="142"/>
                      </w:tabs>
                      <w:rPr>
                        <w:sz w:val="12"/>
                        <w:szCs w:val="12"/>
                        <w:vertAlign w:val="subscript"/>
                      </w:rPr>
                    </w:pPr>
                  </w:p>
                  <w:p w:rsidR="00361B1A" w:rsidRPr="00BA042B" w:rsidRDefault="00361B1A" w:rsidP="00184567">
                    <w:pPr>
                      <w:tabs>
                        <w:tab w:val="left" w:pos="142"/>
                      </w:tabs>
                      <w:rPr>
                        <w:sz w:val="12"/>
                        <w:szCs w:val="12"/>
                        <w:vertAlign w:val="subscript"/>
                      </w:rPr>
                    </w:pPr>
                  </w:p>
                </w:txbxContent>
              </v:textbox>
              <w10:wrap type="tight"/>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92EC5" w:rsidRDefault="00F92EC5">
      <w:r>
        <w:separator/>
      </w:r>
    </w:p>
  </w:footnote>
  <w:footnote w:type="continuationSeparator" w:id="0">
    <w:p w:rsidR="00F92EC5" w:rsidRDefault="00F92E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A5573" w:rsidRDefault="00EE7DD1" w:rsidP="00A84E09">
    <w:pPr>
      <w:pStyle w:val="Kopfzeile"/>
      <w:tabs>
        <w:tab w:val="clear" w:pos="4536"/>
        <w:tab w:val="clear" w:pos="9072"/>
        <w:tab w:val="left" w:pos="0"/>
        <w:tab w:val="center" w:pos="3082"/>
      </w:tabs>
    </w:pPr>
    <w:r>
      <w:rPr>
        <w:noProof/>
      </w:rPr>
      <w:drawing>
        <wp:anchor distT="0" distB="0" distL="114300" distR="114300" simplePos="0" relativeHeight="251673600" behindDoc="0" locked="0" layoutInCell="1" allowOverlap="1" wp14:anchorId="372B23BC" wp14:editId="1D8EB4ED">
          <wp:simplePos x="0" y="0"/>
          <wp:positionH relativeFrom="column">
            <wp:posOffset>3091821</wp:posOffset>
          </wp:positionH>
          <wp:positionV relativeFrom="paragraph">
            <wp:posOffset>-229870</wp:posOffset>
          </wp:positionV>
          <wp:extent cx="2983230" cy="1260475"/>
          <wp:effectExtent l="0" t="0" r="0" b="0"/>
          <wp:wrapTight wrapText="bothSides">
            <wp:wrapPolygon edited="0">
              <wp:start x="2207" y="6529"/>
              <wp:lineTo x="2207" y="14799"/>
              <wp:lineTo x="11770" y="14799"/>
              <wp:lineTo x="19310" y="11099"/>
              <wp:lineTo x="19402" y="8052"/>
              <wp:lineTo x="16920" y="6964"/>
              <wp:lineTo x="11770" y="6529"/>
              <wp:lineTo x="2207" y="6529"/>
            </wp:wrapPolygon>
          </wp:wrapTight>
          <wp:docPr id="45367296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83230" cy="1260475"/>
                  </a:xfrm>
                  <a:prstGeom prst="rect">
                    <a:avLst/>
                  </a:prstGeom>
                  <a:noFill/>
                  <a:ln>
                    <a:noFill/>
                  </a:ln>
                </pic:spPr>
              </pic:pic>
            </a:graphicData>
          </a:graphic>
          <wp14:sizeRelH relativeFrom="page">
            <wp14:pctWidth>0</wp14:pctWidth>
          </wp14:sizeRelH>
          <wp14:sizeRelV relativeFrom="page">
            <wp14:pctHeight>0</wp14:pctHeight>
          </wp14:sizeRelV>
        </wp:anchor>
      </w:drawing>
    </w:r>
    <w:r w:rsidR="00A84E09">
      <w:tab/>
    </w:r>
  </w:p>
  <w:p w:rsidR="00A84E09" w:rsidRDefault="00A84E09" w:rsidP="00A84E09">
    <w:pPr>
      <w:pStyle w:val="Kopfzeile"/>
      <w:tabs>
        <w:tab w:val="clear" w:pos="4536"/>
        <w:tab w:val="clear" w:pos="9072"/>
        <w:tab w:val="left" w:pos="0"/>
        <w:tab w:val="center" w:pos="3082"/>
      </w:tabs>
    </w:pPr>
  </w:p>
  <w:p w:rsidR="00A84E09" w:rsidRDefault="00A84E09" w:rsidP="00A84E09">
    <w:pPr>
      <w:pStyle w:val="Kopfzeile"/>
      <w:tabs>
        <w:tab w:val="clear" w:pos="4536"/>
        <w:tab w:val="clear" w:pos="9072"/>
        <w:tab w:val="left" w:pos="0"/>
        <w:tab w:val="center" w:pos="3082"/>
      </w:tabs>
    </w:pPr>
  </w:p>
  <w:p w:rsidR="00A84E09" w:rsidRDefault="00A84E09" w:rsidP="00A84E09">
    <w:pPr>
      <w:pStyle w:val="Kopfzeile"/>
      <w:tabs>
        <w:tab w:val="clear" w:pos="4536"/>
        <w:tab w:val="clear" w:pos="9072"/>
        <w:tab w:val="left" w:pos="0"/>
        <w:tab w:val="center" w:pos="3082"/>
      </w:tabs>
    </w:pPr>
  </w:p>
  <w:p w:rsidR="00A84E09" w:rsidRDefault="00A84E09" w:rsidP="00A84E09">
    <w:pPr>
      <w:pStyle w:val="Kopfzeile"/>
      <w:tabs>
        <w:tab w:val="clear" w:pos="4536"/>
        <w:tab w:val="clear" w:pos="9072"/>
        <w:tab w:val="left" w:pos="0"/>
        <w:tab w:val="center" w:pos="3082"/>
      </w:tabs>
    </w:pPr>
  </w:p>
  <w:p w:rsidR="00A84E09" w:rsidRDefault="00A84E09" w:rsidP="00A84E09">
    <w:pPr>
      <w:pStyle w:val="Kopfzeile"/>
      <w:tabs>
        <w:tab w:val="clear" w:pos="4536"/>
        <w:tab w:val="clear" w:pos="9072"/>
        <w:tab w:val="left" w:pos="0"/>
        <w:tab w:val="center" w:pos="308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A4DC0" w:rsidRDefault="00C93018" w:rsidP="00C966CB">
    <w:pPr>
      <w:pStyle w:val="Kopfzeile"/>
      <w:tabs>
        <w:tab w:val="left" w:pos="0"/>
      </w:tabs>
    </w:pPr>
    <w:r>
      <w:rPr>
        <w:noProof/>
      </w:rPr>
      <w:drawing>
        <wp:anchor distT="0" distB="0" distL="114300" distR="114300" simplePos="0" relativeHeight="251671552" behindDoc="0" locked="0" layoutInCell="1" allowOverlap="1" wp14:anchorId="043523E4" wp14:editId="55C3C19A">
          <wp:simplePos x="0" y="0"/>
          <wp:positionH relativeFrom="column">
            <wp:posOffset>3099785</wp:posOffset>
          </wp:positionH>
          <wp:positionV relativeFrom="paragraph">
            <wp:posOffset>-257810</wp:posOffset>
          </wp:positionV>
          <wp:extent cx="2983230" cy="1260475"/>
          <wp:effectExtent l="0" t="0" r="0" b="0"/>
          <wp:wrapTight wrapText="bothSides">
            <wp:wrapPolygon edited="0">
              <wp:start x="2207" y="6529"/>
              <wp:lineTo x="2207" y="14799"/>
              <wp:lineTo x="11770" y="14799"/>
              <wp:lineTo x="19310" y="11099"/>
              <wp:lineTo x="19402" y="8052"/>
              <wp:lineTo x="16920" y="6964"/>
              <wp:lineTo x="11770" y="6529"/>
              <wp:lineTo x="2207" y="6529"/>
            </wp:wrapPolygon>
          </wp:wrapTight>
          <wp:docPr id="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83230" cy="1260475"/>
                  </a:xfrm>
                  <a:prstGeom prst="rect">
                    <a:avLst/>
                  </a:prstGeom>
                  <a:noFill/>
                  <a:ln>
                    <a:noFill/>
                  </a:ln>
                </pic:spPr>
              </pic:pic>
            </a:graphicData>
          </a:graphic>
          <wp14:sizeRelH relativeFrom="page">
            <wp14:pctWidth>0</wp14:pctWidth>
          </wp14:sizeRelH>
          <wp14:sizeRelV relativeFrom="page">
            <wp14:pctHeight>0</wp14:pctHeight>
          </wp14:sizeRelV>
        </wp:anchor>
      </w:drawing>
    </w:r>
    <w:r w:rsidR="00061A6B">
      <w:rPr>
        <w:noProof/>
      </w:rPr>
      <w:drawing>
        <wp:anchor distT="0" distB="0" distL="114300" distR="114300" simplePos="0" relativeHeight="251663360" behindDoc="0" locked="0" layoutInCell="1" allowOverlap="1" wp14:anchorId="19EE63A9" wp14:editId="3625E444">
          <wp:simplePos x="0" y="0"/>
          <wp:positionH relativeFrom="column">
            <wp:posOffset>-485775</wp:posOffset>
          </wp:positionH>
          <wp:positionV relativeFrom="paragraph">
            <wp:posOffset>10343515</wp:posOffset>
          </wp:positionV>
          <wp:extent cx="2121535" cy="1005840"/>
          <wp:effectExtent l="0" t="0" r="0" b="0"/>
          <wp:wrapTight wrapText="bothSides">
            <wp:wrapPolygon edited="0">
              <wp:start x="9439" y="6273"/>
              <wp:lineTo x="2974" y="6818"/>
              <wp:lineTo x="2457" y="7091"/>
              <wp:lineTo x="2457" y="14727"/>
              <wp:lineTo x="13447" y="14727"/>
              <wp:lineTo x="13577" y="14182"/>
              <wp:lineTo x="18490" y="11182"/>
              <wp:lineTo x="19137" y="9545"/>
              <wp:lineTo x="17973" y="7091"/>
              <wp:lineTo x="12801" y="6273"/>
              <wp:lineTo x="9439" y="6273"/>
            </wp:wrapPolygon>
          </wp:wrapTight>
          <wp:docPr id="1101071253" name="Grafik 1" descr="Ein Bild, das Schwarz, Dunkelhei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0933047" name="Grafik 1" descr="Ein Bild, das Schwarz, Dunkelheit enthält.&#10;&#10;Automatisch generierte Beschreibu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2121535" cy="10058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61E3A"/>
    <w:multiLevelType w:val="singleLevel"/>
    <w:tmpl w:val="0407000F"/>
    <w:lvl w:ilvl="0">
      <w:start w:val="1"/>
      <w:numFmt w:val="decimal"/>
      <w:lvlText w:val="%1."/>
      <w:lvlJc w:val="left"/>
      <w:pPr>
        <w:tabs>
          <w:tab w:val="num" w:pos="360"/>
        </w:tabs>
        <w:ind w:left="360" w:hanging="360"/>
      </w:pPr>
      <w:rPr>
        <w:rFonts w:hint="default"/>
      </w:rPr>
    </w:lvl>
  </w:abstractNum>
  <w:num w:numId="1" w16cid:durableId="12896304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00B3"/>
    <w:rsid w:val="00000B87"/>
    <w:rsid w:val="000031A8"/>
    <w:rsid w:val="000031C5"/>
    <w:rsid w:val="00011500"/>
    <w:rsid w:val="00025076"/>
    <w:rsid w:val="000273EB"/>
    <w:rsid w:val="00061A6B"/>
    <w:rsid w:val="000661BB"/>
    <w:rsid w:val="000723DF"/>
    <w:rsid w:val="000A1DE5"/>
    <w:rsid w:val="000A7F70"/>
    <w:rsid w:val="000B0183"/>
    <w:rsid w:val="000B3B0B"/>
    <w:rsid w:val="000E4215"/>
    <w:rsid w:val="001042A0"/>
    <w:rsid w:val="00107871"/>
    <w:rsid w:val="001155FD"/>
    <w:rsid w:val="0013015B"/>
    <w:rsid w:val="00135291"/>
    <w:rsid w:val="001405E8"/>
    <w:rsid w:val="00147456"/>
    <w:rsid w:val="00172007"/>
    <w:rsid w:val="00184567"/>
    <w:rsid w:val="001909CD"/>
    <w:rsid w:val="0019436F"/>
    <w:rsid w:val="001A47E4"/>
    <w:rsid w:val="001B0F9E"/>
    <w:rsid w:val="001D18F9"/>
    <w:rsid w:val="001D33CC"/>
    <w:rsid w:val="001E06D8"/>
    <w:rsid w:val="0021121D"/>
    <w:rsid w:val="00237D62"/>
    <w:rsid w:val="0026787B"/>
    <w:rsid w:val="00275133"/>
    <w:rsid w:val="00275B2A"/>
    <w:rsid w:val="00286298"/>
    <w:rsid w:val="002A09EC"/>
    <w:rsid w:val="002B0F3B"/>
    <w:rsid w:val="002D4578"/>
    <w:rsid w:val="002E4D1B"/>
    <w:rsid w:val="002F3104"/>
    <w:rsid w:val="002F6679"/>
    <w:rsid w:val="003134C6"/>
    <w:rsid w:val="003328E0"/>
    <w:rsid w:val="0034438D"/>
    <w:rsid w:val="0035272F"/>
    <w:rsid w:val="00361B1A"/>
    <w:rsid w:val="00382476"/>
    <w:rsid w:val="003A53D1"/>
    <w:rsid w:val="003B5617"/>
    <w:rsid w:val="003C361A"/>
    <w:rsid w:val="003E2F5B"/>
    <w:rsid w:val="003E3AFF"/>
    <w:rsid w:val="003E7F1E"/>
    <w:rsid w:val="003F3F0B"/>
    <w:rsid w:val="003F4F52"/>
    <w:rsid w:val="003F66F9"/>
    <w:rsid w:val="003F67E9"/>
    <w:rsid w:val="00400FD3"/>
    <w:rsid w:val="004229EB"/>
    <w:rsid w:val="004421B3"/>
    <w:rsid w:val="00454C62"/>
    <w:rsid w:val="0045551D"/>
    <w:rsid w:val="00455FD4"/>
    <w:rsid w:val="00466344"/>
    <w:rsid w:val="004A6558"/>
    <w:rsid w:val="004B6356"/>
    <w:rsid w:val="004D4928"/>
    <w:rsid w:val="004E18C6"/>
    <w:rsid w:val="004F17E6"/>
    <w:rsid w:val="00510832"/>
    <w:rsid w:val="00511950"/>
    <w:rsid w:val="00543924"/>
    <w:rsid w:val="00557EBF"/>
    <w:rsid w:val="0057272C"/>
    <w:rsid w:val="00577F0F"/>
    <w:rsid w:val="005A5573"/>
    <w:rsid w:val="005A7250"/>
    <w:rsid w:val="005C3AE0"/>
    <w:rsid w:val="005D7452"/>
    <w:rsid w:val="005F7358"/>
    <w:rsid w:val="00600362"/>
    <w:rsid w:val="006437ED"/>
    <w:rsid w:val="0065511E"/>
    <w:rsid w:val="00663A0D"/>
    <w:rsid w:val="0069161E"/>
    <w:rsid w:val="006C58CD"/>
    <w:rsid w:val="006D12AB"/>
    <w:rsid w:val="006E7DFA"/>
    <w:rsid w:val="006F62ED"/>
    <w:rsid w:val="0070662D"/>
    <w:rsid w:val="00710D7B"/>
    <w:rsid w:val="00724AD2"/>
    <w:rsid w:val="007267D5"/>
    <w:rsid w:val="00760718"/>
    <w:rsid w:val="007622B5"/>
    <w:rsid w:val="0076465C"/>
    <w:rsid w:val="00764FC1"/>
    <w:rsid w:val="00774173"/>
    <w:rsid w:val="00785711"/>
    <w:rsid w:val="007A5D14"/>
    <w:rsid w:val="007B79E9"/>
    <w:rsid w:val="007C0E2F"/>
    <w:rsid w:val="007C366A"/>
    <w:rsid w:val="007F33CD"/>
    <w:rsid w:val="007F4352"/>
    <w:rsid w:val="0081543D"/>
    <w:rsid w:val="00833F1B"/>
    <w:rsid w:val="00834D52"/>
    <w:rsid w:val="008C236B"/>
    <w:rsid w:val="008C7BFF"/>
    <w:rsid w:val="008D0AE0"/>
    <w:rsid w:val="008E2789"/>
    <w:rsid w:val="008F044F"/>
    <w:rsid w:val="00904B40"/>
    <w:rsid w:val="00944430"/>
    <w:rsid w:val="00961281"/>
    <w:rsid w:val="00965EF4"/>
    <w:rsid w:val="009811E2"/>
    <w:rsid w:val="00981CDF"/>
    <w:rsid w:val="009A4DC0"/>
    <w:rsid w:val="009C644D"/>
    <w:rsid w:val="00A000B3"/>
    <w:rsid w:val="00A3529C"/>
    <w:rsid w:val="00A443D8"/>
    <w:rsid w:val="00A56D82"/>
    <w:rsid w:val="00A70B70"/>
    <w:rsid w:val="00A8413F"/>
    <w:rsid w:val="00A84E09"/>
    <w:rsid w:val="00A90595"/>
    <w:rsid w:val="00A92C20"/>
    <w:rsid w:val="00AB51BB"/>
    <w:rsid w:val="00AE433C"/>
    <w:rsid w:val="00AF052A"/>
    <w:rsid w:val="00B065AB"/>
    <w:rsid w:val="00B1335E"/>
    <w:rsid w:val="00B22E7D"/>
    <w:rsid w:val="00B47233"/>
    <w:rsid w:val="00B575AE"/>
    <w:rsid w:val="00B628A8"/>
    <w:rsid w:val="00B81150"/>
    <w:rsid w:val="00B83FFE"/>
    <w:rsid w:val="00BA042B"/>
    <w:rsid w:val="00BB30CB"/>
    <w:rsid w:val="00BC683E"/>
    <w:rsid w:val="00BD304E"/>
    <w:rsid w:val="00BE77BA"/>
    <w:rsid w:val="00BF2F6F"/>
    <w:rsid w:val="00C0130A"/>
    <w:rsid w:val="00C221F4"/>
    <w:rsid w:val="00C23CC9"/>
    <w:rsid w:val="00C342A7"/>
    <w:rsid w:val="00C40DCA"/>
    <w:rsid w:val="00C42A09"/>
    <w:rsid w:val="00C76B86"/>
    <w:rsid w:val="00C93018"/>
    <w:rsid w:val="00C931F9"/>
    <w:rsid w:val="00C966CB"/>
    <w:rsid w:val="00CB7F2B"/>
    <w:rsid w:val="00CE01D4"/>
    <w:rsid w:val="00CE0EA7"/>
    <w:rsid w:val="00D05FEA"/>
    <w:rsid w:val="00D358B2"/>
    <w:rsid w:val="00D55766"/>
    <w:rsid w:val="00D615ED"/>
    <w:rsid w:val="00D76814"/>
    <w:rsid w:val="00D96E51"/>
    <w:rsid w:val="00DB26B6"/>
    <w:rsid w:val="00DB45F3"/>
    <w:rsid w:val="00DC351B"/>
    <w:rsid w:val="00DD182D"/>
    <w:rsid w:val="00DE3EDB"/>
    <w:rsid w:val="00DF33EC"/>
    <w:rsid w:val="00DF7C9C"/>
    <w:rsid w:val="00E125B6"/>
    <w:rsid w:val="00E32777"/>
    <w:rsid w:val="00E569A4"/>
    <w:rsid w:val="00E60D49"/>
    <w:rsid w:val="00E703A4"/>
    <w:rsid w:val="00E82F6C"/>
    <w:rsid w:val="00E85E73"/>
    <w:rsid w:val="00E96880"/>
    <w:rsid w:val="00E96DAA"/>
    <w:rsid w:val="00EB0DB9"/>
    <w:rsid w:val="00EB207B"/>
    <w:rsid w:val="00EB359D"/>
    <w:rsid w:val="00EB5A33"/>
    <w:rsid w:val="00EE7DD1"/>
    <w:rsid w:val="00F055C8"/>
    <w:rsid w:val="00F2121C"/>
    <w:rsid w:val="00F21887"/>
    <w:rsid w:val="00F24BED"/>
    <w:rsid w:val="00F44730"/>
    <w:rsid w:val="00F503D4"/>
    <w:rsid w:val="00F84330"/>
    <w:rsid w:val="00F91585"/>
    <w:rsid w:val="00F92EC5"/>
    <w:rsid w:val="00FA7648"/>
    <w:rsid w:val="00FB078B"/>
    <w:rsid w:val="00FC50CB"/>
    <w:rsid w:val="00FC6E2F"/>
    <w:rsid w:val="00FE40D1"/>
    <w:rsid w:val="00FE68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E76278"/>
  <w15:chartTrackingRefBased/>
  <w15:docId w15:val="{741063EB-37C5-5C4E-869E-6C6C650B5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Moderne" w:hAnsi="Moderne"/>
    </w:rPr>
  </w:style>
  <w:style w:type="paragraph" w:styleId="berschrift1">
    <w:name w:val="heading 1"/>
    <w:basedOn w:val="Standard"/>
    <w:next w:val="Standard"/>
    <w:qFormat/>
    <w:pPr>
      <w:keepNext/>
      <w:jc w:val="right"/>
      <w:outlineLvl w:val="0"/>
    </w:pPr>
    <w:rPr>
      <w:rFonts w:ascii="Arial" w:hAnsi="Arial"/>
      <w:b/>
      <w:noProof/>
      <w:sz w:val="16"/>
    </w:rPr>
  </w:style>
  <w:style w:type="paragraph" w:styleId="berschrift2">
    <w:name w:val="heading 2"/>
    <w:basedOn w:val="Standard"/>
    <w:next w:val="Standard"/>
    <w:qFormat/>
    <w:pPr>
      <w:keepNext/>
      <w:outlineLvl w:val="1"/>
    </w:pPr>
    <w:rPr>
      <w:rFonts w:ascii="Tahoma" w:hAnsi="Tahoma"/>
      <w:b/>
      <w:color w:val="000000"/>
    </w:rPr>
  </w:style>
  <w:style w:type="paragraph" w:styleId="berschrift3">
    <w:name w:val="heading 3"/>
    <w:basedOn w:val="Standard"/>
    <w:next w:val="Standard"/>
    <w:qFormat/>
    <w:pPr>
      <w:keepNext/>
      <w:outlineLvl w:val="2"/>
    </w:pPr>
    <w:rPr>
      <w:rFonts w:ascii="Tahoma" w:hAnsi="Tahoma"/>
      <w:b/>
      <w:color w:val="000000"/>
      <w:sz w:val="24"/>
    </w:rPr>
  </w:style>
  <w:style w:type="paragraph" w:styleId="berschrift4">
    <w:name w:val="heading 4"/>
    <w:basedOn w:val="Standard"/>
    <w:next w:val="Standard"/>
    <w:qFormat/>
    <w:pPr>
      <w:keepNext/>
      <w:outlineLvl w:val="3"/>
    </w:pPr>
    <w:rPr>
      <w:rFonts w:ascii="Tahoma" w:hAnsi="Tahoma"/>
      <w:b/>
      <w:noProof/>
    </w:rPr>
  </w:style>
  <w:style w:type="paragraph" w:styleId="berschrift5">
    <w:name w:val="heading 5"/>
    <w:basedOn w:val="Standard"/>
    <w:next w:val="Standard"/>
    <w:qFormat/>
    <w:pPr>
      <w:keepNext/>
      <w:ind w:firstLine="708"/>
      <w:outlineLvl w:val="4"/>
    </w:pPr>
    <w:rPr>
      <w:rFonts w:ascii="Tahoma" w:hAnsi="Tahoma"/>
      <w:b/>
    </w:rPr>
  </w:style>
  <w:style w:type="paragraph" w:styleId="berschrift6">
    <w:name w:val="heading 6"/>
    <w:basedOn w:val="Standard"/>
    <w:next w:val="Standard"/>
    <w:qFormat/>
    <w:pPr>
      <w:keepNext/>
      <w:ind w:firstLine="708"/>
      <w:outlineLvl w:val="5"/>
    </w:pPr>
    <w:rPr>
      <w:rFonts w:ascii="Tahoma" w:hAnsi="Tahoma"/>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irmenname">
    <w:name w:val="Firmenname"/>
    <w:basedOn w:val="Standard"/>
    <w:next w:val="Standard"/>
    <w:pPr>
      <w:spacing w:line="240" w:lineRule="atLeast"/>
      <w:ind w:left="245"/>
    </w:pPr>
    <w:rPr>
      <w:rFonts w:ascii="Arial" w:hAnsi="Arial"/>
      <w:b/>
      <w:sz w:val="36"/>
      <w:lang w:val="en-US"/>
    </w:rPr>
  </w:style>
  <w:style w:type="character" w:styleId="Hyperlink">
    <w:name w:val="Hyperlink"/>
    <w:rPr>
      <w:color w:val="0000FF"/>
      <w:u w:val="single"/>
    </w:rPr>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character" w:styleId="BesuchterLink">
    <w:name w:val="FollowedHyperlink"/>
    <w:rPr>
      <w:color w:val="800080"/>
      <w:u w:val="single"/>
    </w:rPr>
  </w:style>
  <w:style w:type="paragraph" w:styleId="Textkrper">
    <w:name w:val="Body Text"/>
    <w:basedOn w:val="Standard"/>
    <w:rPr>
      <w:b/>
      <w:sz w:val="28"/>
    </w:rPr>
  </w:style>
  <w:style w:type="paragraph" w:styleId="NurText">
    <w:name w:val="Plain Text"/>
    <w:basedOn w:val="Standard"/>
    <w:rPr>
      <w:rFonts w:ascii="Courier New" w:hAnsi="Courier New"/>
    </w:rPr>
  </w:style>
  <w:style w:type="paragraph" w:customStyle="1" w:styleId="Betreff">
    <w:name w:val="Betreff"/>
    <w:basedOn w:val="Standard"/>
    <w:link w:val="BetreffZchn"/>
    <w:qFormat/>
    <w:rsid w:val="00E82F6C"/>
    <w:pPr>
      <w:ind w:right="425"/>
    </w:pPr>
    <w:rPr>
      <w:rFonts w:ascii="Tahoma" w:hAnsi="Tahoma"/>
      <w:b/>
      <w:sz w:val="22"/>
      <w:szCs w:val="22"/>
    </w:rPr>
  </w:style>
  <w:style w:type="character" w:customStyle="1" w:styleId="BetreffZchn">
    <w:name w:val="Betreff Zchn"/>
    <w:link w:val="Betreff"/>
    <w:rsid w:val="00E82F6C"/>
    <w:rPr>
      <w:rFonts w:ascii="Tahoma" w:hAnsi="Tahoma"/>
      <w:b/>
      <w:sz w:val="22"/>
      <w:szCs w:val="22"/>
    </w:rPr>
  </w:style>
  <w:style w:type="paragraph" w:styleId="Sprechblasentext">
    <w:name w:val="Balloon Text"/>
    <w:basedOn w:val="Standard"/>
    <w:link w:val="SprechblasentextZchn"/>
    <w:rsid w:val="004421B3"/>
    <w:rPr>
      <w:rFonts w:ascii="Segoe UI" w:hAnsi="Segoe UI" w:cs="Segoe UI"/>
      <w:sz w:val="18"/>
      <w:szCs w:val="18"/>
    </w:rPr>
  </w:style>
  <w:style w:type="character" w:customStyle="1" w:styleId="SprechblasentextZchn">
    <w:name w:val="Sprechblasentext Zchn"/>
    <w:basedOn w:val="Absatz-Standardschriftart"/>
    <w:link w:val="Sprechblasentext"/>
    <w:rsid w:val="004421B3"/>
    <w:rPr>
      <w:rFonts w:ascii="Segoe UI" w:hAnsi="Segoe UI" w:cs="Segoe UI"/>
      <w:sz w:val="18"/>
      <w:szCs w:val="18"/>
    </w:rPr>
  </w:style>
  <w:style w:type="character" w:customStyle="1" w:styleId="lrzxr">
    <w:name w:val="lrzxr"/>
    <w:basedOn w:val="Absatz-Standardschriftart"/>
    <w:rsid w:val="0021121D"/>
  </w:style>
  <w:style w:type="character" w:customStyle="1" w:styleId="KopfzeileZchn">
    <w:name w:val="Kopfzeile Zchn"/>
    <w:basedOn w:val="Absatz-Standardschriftart"/>
    <w:link w:val="Kopfzeile"/>
    <w:uiPriority w:val="99"/>
    <w:rsid w:val="005A5573"/>
    <w:rPr>
      <w:rFonts w:ascii="Moderne" w:hAnsi="Moderne"/>
    </w:rPr>
  </w:style>
  <w:style w:type="character" w:styleId="NichtaufgelsteErwhnung">
    <w:name w:val="Unresolved Mention"/>
    <w:basedOn w:val="Absatz-Standardschriftart"/>
    <w:uiPriority w:val="99"/>
    <w:semiHidden/>
    <w:unhideWhenUsed/>
    <w:rsid w:val="00A56D82"/>
    <w:rPr>
      <w:color w:val="605E5C"/>
      <w:shd w:val="clear" w:color="auto" w:fill="E1DFDD"/>
    </w:rPr>
  </w:style>
  <w:style w:type="character" w:customStyle="1" w:styleId="apple-converted-space">
    <w:name w:val="apple-converted-space"/>
    <w:basedOn w:val="Absatz-Standardschriftart"/>
    <w:rsid w:val="00FE40D1"/>
  </w:style>
  <w:style w:type="character" w:styleId="Seitenzahl">
    <w:name w:val="page number"/>
    <w:basedOn w:val="Absatz-Standardschriftart"/>
    <w:rsid w:val="00EE7DD1"/>
  </w:style>
  <w:style w:type="paragraph" w:styleId="StandardWeb">
    <w:name w:val="Normal (Web)"/>
    <w:basedOn w:val="Standard"/>
    <w:uiPriority w:val="99"/>
    <w:unhideWhenUsed/>
    <w:rsid w:val="001E06D8"/>
    <w:pPr>
      <w:spacing w:before="100" w:beforeAutospacing="1" w:after="100" w:afterAutospacing="1"/>
    </w:pPr>
    <w:rPr>
      <w:rFonts w:ascii="Times New Roman" w:hAnsi="Times New Roman"/>
      <w:sz w:val="24"/>
      <w:szCs w:val="24"/>
    </w:rPr>
  </w:style>
  <w:style w:type="character" w:styleId="Hervorhebung">
    <w:name w:val="Emphasis"/>
    <w:basedOn w:val="Absatz-Standardschriftart"/>
    <w:uiPriority w:val="20"/>
    <w:qFormat/>
    <w:rsid w:val="00A000B3"/>
    <w:rPr>
      <w:i/>
      <w:iCs/>
    </w:rPr>
  </w:style>
  <w:style w:type="paragraph" w:styleId="berarbeitung">
    <w:name w:val="Revision"/>
    <w:hidden/>
    <w:uiPriority w:val="99"/>
    <w:semiHidden/>
    <w:rsid w:val="000B3B0B"/>
    <w:rPr>
      <w:rFonts w:ascii="Moderne" w:hAnsi="Moderne"/>
    </w:rPr>
  </w:style>
  <w:style w:type="character" w:styleId="Fett">
    <w:name w:val="Strong"/>
    <w:basedOn w:val="Absatz-Standardschriftart"/>
    <w:uiPriority w:val="22"/>
    <w:qFormat/>
    <w:rsid w:val="00663A0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5437">
      <w:bodyDiv w:val="1"/>
      <w:marLeft w:val="0"/>
      <w:marRight w:val="0"/>
      <w:marTop w:val="0"/>
      <w:marBottom w:val="0"/>
      <w:divBdr>
        <w:top w:val="none" w:sz="0" w:space="0" w:color="auto"/>
        <w:left w:val="none" w:sz="0" w:space="0" w:color="auto"/>
        <w:bottom w:val="none" w:sz="0" w:space="0" w:color="auto"/>
        <w:right w:val="none" w:sz="0" w:space="0" w:color="auto"/>
      </w:divBdr>
    </w:div>
    <w:div w:id="379285182">
      <w:bodyDiv w:val="1"/>
      <w:marLeft w:val="0"/>
      <w:marRight w:val="0"/>
      <w:marTop w:val="0"/>
      <w:marBottom w:val="0"/>
      <w:divBdr>
        <w:top w:val="none" w:sz="0" w:space="0" w:color="auto"/>
        <w:left w:val="none" w:sz="0" w:space="0" w:color="auto"/>
        <w:bottom w:val="none" w:sz="0" w:space="0" w:color="auto"/>
        <w:right w:val="none" w:sz="0" w:space="0" w:color="auto"/>
      </w:divBdr>
    </w:div>
    <w:div w:id="485513602">
      <w:bodyDiv w:val="1"/>
      <w:marLeft w:val="0"/>
      <w:marRight w:val="0"/>
      <w:marTop w:val="0"/>
      <w:marBottom w:val="0"/>
      <w:divBdr>
        <w:top w:val="none" w:sz="0" w:space="0" w:color="auto"/>
        <w:left w:val="none" w:sz="0" w:space="0" w:color="auto"/>
        <w:bottom w:val="none" w:sz="0" w:space="0" w:color="auto"/>
        <w:right w:val="none" w:sz="0" w:space="0" w:color="auto"/>
      </w:divBdr>
    </w:div>
    <w:div w:id="1004623001">
      <w:bodyDiv w:val="1"/>
      <w:marLeft w:val="0"/>
      <w:marRight w:val="0"/>
      <w:marTop w:val="0"/>
      <w:marBottom w:val="0"/>
      <w:divBdr>
        <w:top w:val="none" w:sz="0" w:space="0" w:color="auto"/>
        <w:left w:val="none" w:sz="0" w:space="0" w:color="auto"/>
        <w:bottom w:val="none" w:sz="0" w:space="0" w:color="auto"/>
        <w:right w:val="none" w:sz="0" w:space="0" w:color="auto"/>
      </w:divBdr>
    </w:div>
    <w:div w:id="1496610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ojekt/Documents/Bios%20Russ%20Artists/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76E4EB-5681-4C3C-8A3D-AD010C914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Vorlage.dotx</Template>
  <TotalTime>0</TotalTime>
  <Pages>1</Pages>
  <Words>220</Words>
  <Characters>1391</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__________________________________________________________________________________</vt:lpstr>
    </vt:vector>
  </TitlesOfParts>
  <Company>Konzertdirektion Russ</Company>
  <LinksUpToDate>false</LinksUpToDate>
  <CharactersWithSpaces>1608</CharactersWithSpaces>
  <SharedDoc>false</SharedDoc>
  <HLinks>
    <vt:vector size="12" baseType="variant">
      <vt:variant>
        <vt:i4>6357108</vt:i4>
      </vt:variant>
      <vt:variant>
        <vt:i4>3</vt:i4>
      </vt:variant>
      <vt:variant>
        <vt:i4>0</vt:i4>
      </vt:variant>
      <vt:variant>
        <vt:i4>5</vt:i4>
      </vt:variant>
      <vt:variant>
        <vt:lpwstr>http://www.sks-russ.de/</vt:lpwstr>
      </vt:variant>
      <vt:variant>
        <vt:lpwstr/>
      </vt:variant>
      <vt:variant>
        <vt:i4>589924</vt:i4>
      </vt:variant>
      <vt:variant>
        <vt:i4>0</vt:i4>
      </vt:variant>
      <vt:variant>
        <vt:i4>0</vt:i4>
      </vt:variant>
      <vt:variant>
        <vt:i4>5</vt:i4>
      </vt:variant>
      <vt:variant>
        <vt:lpwstr>mailto:info@sks-russ.de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__________________________________________________________________________________</dc:title>
  <dc:subject/>
  <dc:creator>Microsoft Office User</dc:creator>
  <cp:keywords/>
  <dc:description/>
  <cp:lastModifiedBy>Beate Herbert</cp:lastModifiedBy>
  <cp:revision>7</cp:revision>
  <cp:lastPrinted>2024-08-08T10:06:00Z</cp:lastPrinted>
  <dcterms:created xsi:type="dcterms:W3CDTF">2025-11-28T08:25:00Z</dcterms:created>
  <dcterms:modified xsi:type="dcterms:W3CDTF">2025-12-18T15:20:00Z</dcterms:modified>
</cp:coreProperties>
</file>